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DEC40" w14:textId="77777777" w:rsidR="00632C39" w:rsidRPr="00FF348B" w:rsidRDefault="00FF348B" w:rsidP="00632C39">
      <w:pPr>
        <w:widowControl w:val="0"/>
        <w:autoSpaceDE w:val="0"/>
        <w:autoSpaceDN w:val="0"/>
        <w:adjustRightInd w:val="0"/>
        <w:rPr>
          <w:rFonts w:ascii="Arial" w:hAnsi="Arial" w:cs="Arial"/>
          <w:sz w:val="36"/>
          <w:szCs w:val="36"/>
        </w:rPr>
      </w:pPr>
      <w:bookmarkStart w:id="0" w:name="_GoBack"/>
      <w:bookmarkEnd w:id="0"/>
      <w:r w:rsidRPr="00FF348B">
        <w:rPr>
          <w:sz w:val="36"/>
          <w:szCs w:val="36"/>
        </w:rPr>
        <w:t xml:space="preserve">Task One Vocabulary </w:t>
      </w:r>
    </w:p>
    <w:p w14:paraId="2D9D2346" w14:textId="77777777" w:rsidR="00FF348B" w:rsidRDefault="00FF348B" w:rsidP="00632C3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005F0DF9" w14:textId="77777777" w:rsidR="00FF348B" w:rsidRPr="00FF348B" w:rsidRDefault="00FF348B" w:rsidP="00632C39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FF348B">
        <w:rPr>
          <w:rFonts w:ascii="Arial" w:hAnsi="Arial" w:cs="Arial"/>
          <w:sz w:val="28"/>
          <w:szCs w:val="28"/>
        </w:rPr>
        <w:t>Word Bank</w:t>
      </w:r>
    </w:p>
    <w:tbl>
      <w:tblPr>
        <w:tblStyle w:val="TableGrid"/>
        <w:tblW w:w="9296" w:type="dxa"/>
        <w:tblLook w:val="04A0" w:firstRow="1" w:lastRow="0" w:firstColumn="1" w:lastColumn="0" w:noHBand="0" w:noVBand="1"/>
      </w:tblPr>
      <w:tblGrid>
        <w:gridCol w:w="9296"/>
      </w:tblGrid>
      <w:tr w:rsidR="00FF348B" w14:paraId="13610A7E" w14:textId="77777777" w:rsidTr="00FF348B">
        <w:trPr>
          <w:trHeight w:val="1155"/>
        </w:trPr>
        <w:tc>
          <w:tcPr>
            <w:tcW w:w="9296" w:type="dxa"/>
          </w:tcPr>
          <w:p w14:paraId="59A7BF41" w14:textId="77777777" w:rsidR="00FF348B" w:rsidRPr="00FF348B" w:rsidRDefault="00FF348B" w:rsidP="00632C39">
            <w:pPr>
              <w:rPr>
                <w:sz w:val="28"/>
                <w:szCs w:val="28"/>
              </w:rPr>
            </w:pPr>
            <w:r w:rsidRPr="00FF348B">
              <w:rPr>
                <w:sz w:val="28"/>
                <w:szCs w:val="28"/>
              </w:rPr>
              <w:t>Plot, rising action, climax, falling action, resolution, protagonist, antagonist, conflict, themes, characterization, hero, villain, irony</w:t>
            </w:r>
          </w:p>
        </w:tc>
      </w:tr>
    </w:tbl>
    <w:p w14:paraId="0CDC3887" w14:textId="77777777" w:rsidR="00632C39" w:rsidRDefault="00632C39" w:rsidP="00632C39"/>
    <w:p w14:paraId="777141B8" w14:textId="77777777" w:rsidR="00FF348B" w:rsidRDefault="00FF348B" w:rsidP="00FF348B">
      <w:pPr>
        <w:pStyle w:val="ListParagraph"/>
        <w:numPr>
          <w:ilvl w:val="0"/>
          <w:numId w:val="1"/>
        </w:numPr>
      </w:pPr>
      <w:r>
        <w:t xml:space="preserve">Pick four words and complete the index card section for each word.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FF348B" w14:paraId="330C36F7" w14:textId="77777777" w:rsidTr="00FF348B">
        <w:tc>
          <w:tcPr>
            <w:tcW w:w="8856" w:type="dxa"/>
          </w:tcPr>
          <w:p w14:paraId="4EF33644" w14:textId="77777777" w:rsidR="00FF348B" w:rsidRDefault="00FF348B" w:rsidP="00FF348B">
            <w:r>
              <w:t>Front</w:t>
            </w:r>
          </w:p>
          <w:p w14:paraId="6375A372" w14:textId="77777777" w:rsidR="00FF348B" w:rsidRDefault="00FF348B" w:rsidP="00FF348B"/>
        </w:tc>
      </w:tr>
      <w:tr w:rsidR="00FF348B" w14:paraId="4659A016" w14:textId="77777777" w:rsidTr="00FF348B">
        <w:tc>
          <w:tcPr>
            <w:tcW w:w="8856" w:type="dxa"/>
          </w:tcPr>
          <w:p w14:paraId="76A56071" w14:textId="77777777" w:rsidR="00FF348B" w:rsidRDefault="00FF348B" w:rsidP="00FF348B">
            <w:r>
              <w:t>Back</w:t>
            </w:r>
          </w:p>
          <w:p w14:paraId="4171D087" w14:textId="77777777" w:rsidR="00FF348B" w:rsidRDefault="00FF348B" w:rsidP="00FF348B"/>
        </w:tc>
      </w:tr>
    </w:tbl>
    <w:p w14:paraId="775F4C0C" w14:textId="77777777" w:rsidR="00FF348B" w:rsidRDefault="00FF348B" w:rsidP="00FF348B"/>
    <w:p w14:paraId="1DF56352" w14:textId="77777777" w:rsidR="00D45971" w:rsidRDefault="00D45971" w:rsidP="00FF348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D45971" w14:paraId="1BC1421D" w14:textId="77777777" w:rsidTr="007410A6">
        <w:tc>
          <w:tcPr>
            <w:tcW w:w="8856" w:type="dxa"/>
          </w:tcPr>
          <w:p w14:paraId="69EFF71C" w14:textId="77777777" w:rsidR="00D45971" w:rsidRDefault="00D45971" w:rsidP="007410A6">
            <w:r>
              <w:t>Front</w:t>
            </w:r>
          </w:p>
          <w:p w14:paraId="35E7E176" w14:textId="77777777" w:rsidR="00D45971" w:rsidRDefault="00D45971" w:rsidP="007410A6"/>
        </w:tc>
      </w:tr>
      <w:tr w:rsidR="00D45971" w14:paraId="3148F667" w14:textId="77777777" w:rsidTr="007410A6">
        <w:tc>
          <w:tcPr>
            <w:tcW w:w="8856" w:type="dxa"/>
          </w:tcPr>
          <w:p w14:paraId="601208A2" w14:textId="77777777" w:rsidR="00D45971" w:rsidRDefault="00D45971" w:rsidP="007410A6">
            <w:r>
              <w:t>Back</w:t>
            </w:r>
          </w:p>
          <w:p w14:paraId="2EE20E3D" w14:textId="77777777" w:rsidR="00D45971" w:rsidRDefault="00D45971" w:rsidP="007410A6"/>
        </w:tc>
      </w:tr>
    </w:tbl>
    <w:p w14:paraId="5721A8C1" w14:textId="77777777" w:rsidR="00D45971" w:rsidRDefault="00D45971" w:rsidP="00FF348B"/>
    <w:p w14:paraId="4153DE10" w14:textId="77777777" w:rsidR="00D45971" w:rsidRDefault="00D45971" w:rsidP="00FF348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D45971" w14:paraId="0AEA3CF7" w14:textId="77777777" w:rsidTr="007410A6">
        <w:tc>
          <w:tcPr>
            <w:tcW w:w="8856" w:type="dxa"/>
          </w:tcPr>
          <w:p w14:paraId="497ADF82" w14:textId="77777777" w:rsidR="00D45971" w:rsidRDefault="00D45971" w:rsidP="007410A6">
            <w:r>
              <w:t>Front</w:t>
            </w:r>
          </w:p>
          <w:p w14:paraId="09DD53F3" w14:textId="77777777" w:rsidR="00D45971" w:rsidRDefault="00D45971" w:rsidP="007410A6"/>
        </w:tc>
      </w:tr>
      <w:tr w:rsidR="00D45971" w14:paraId="7289C647" w14:textId="77777777" w:rsidTr="007410A6">
        <w:tc>
          <w:tcPr>
            <w:tcW w:w="8856" w:type="dxa"/>
          </w:tcPr>
          <w:p w14:paraId="57317F3C" w14:textId="77777777" w:rsidR="00D45971" w:rsidRDefault="00D45971" w:rsidP="007410A6">
            <w:r>
              <w:t>Back</w:t>
            </w:r>
          </w:p>
          <w:p w14:paraId="20EB00C8" w14:textId="77777777" w:rsidR="00D45971" w:rsidRDefault="00D45971" w:rsidP="007410A6"/>
        </w:tc>
      </w:tr>
    </w:tbl>
    <w:p w14:paraId="2A8898E4" w14:textId="77777777" w:rsidR="00D45971" w:rsidRDefault="00D45971" w:rsidP="00FF348B"/>
    <w:p w14:paraId="555E297C" w14:textId="77777777" w:rsidR="00D45971" w:rsidRDefault="00D45971" w:rsidP="00FF348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D45971" w14:paraId="590ACF08" w14:textId="77777777" w:rsidTr="007410A6">
        <w:tc>
          <w:tcPr>
            <w:tcW w:w="8856" w:type="dxa"/>
          </w:tcPr>
          <w:p w14:paraId="186A5EE7" w14:textId="77777777" w:rsidR="00D45971" w:rsidRDefault="00D45971" w:rsidP="007410A6">
            <w:r>
              <w:t>Front</w:t>
            </w:r>
          </w:p>
          <w:p w14:paraId="43C78A20" w14:textId="77777777" w:rsidR="00D45971" w:rsidRDefault="00D45971" w:rsidP="007410A6"/>
        </w:tc>
      </w:tr>
      <w:tr w:rsidR="00D45971" w14:paraId="4768BD67" w14:textId="77777777" w:rsidTr="007410A6">
        <w:tc>
          <w:tcPr>
            <w:tcW w:w="8856" w:type="dxa"/>
          </w:tcPr>
          <w:p w14:paraId="0EB544D8" w14:textId="77777777" w:rsidR="00D45971" w:rsidRDefault="00D45971" w:rsidP="007410A6">
            <w:r>
              <w:t>Back</w:t>
            </w:r>
          </w:p>
          <w:p w14:paraId="5B1ECB43" w14:textId="77777777" w:rsidR="00D45971" w:rsidRDefault="00D45971" w:rsidP="007410A6"/>
        </w:tc>
      </w:tr>
    </w:tbl>
    <w:p w14:paraId="1837001F" w14:textId="77777777" w:rsidR="00D45971" w:rsidRDefault="00D45971" w:rsidP="00FF348B"/>
    <w:p w14:paraId="110C67BA" w14:textId="77777777" w:rsidR="00D45971" w:rsidRDefault="00D45971" w:rsidP="00D45971">
      <w:pPr>
        <w:pStyle w:val="ListParagraph"/>
        <w:numPr>
          <w:ilvl w:val="0"/>
          <w:numId w:val="1"/>
        </w:numPr>
      </w:pPr>
      <w:r>
        <w:t xml:space="preserve">Pick three different words and complete the </w:t>
      </w:r>
      <w:proofErr w:type="spellStart"/>
      <w:r>
        <w:t>Frayer</w:t>
      </w:r>
      <w:proofErr w:type="spellEnd"/>
      <w:r>
        <w:t xml:space="preserve"> model for each word.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D45971" w:rsidRPr="001C29DB" w14:paraId="1C8FDB65" w14:textId="77777777" w:rsidTr="00D45971">
        <w:tc>
          <w:tcPr>
            <w:tcW w:w="4428" w:type="dxa"/>
          </w:tcPr>
          <w:p w14:paraId="23F40278" w14:textId="77777777" w:rsidR="00D45971" w:rsidRPr="001C29DB" w:rsidRDefault="00D45971" w:rsidP="007410A6">
            <w:pPr>
              <w:rPr>
                <w:rFonts w:ascii="Times New Roman" w:hAnsi="Times New Roman" w:cs="Times New Roman"/>
              </w:rPr>
            </w:pPr>
            <w:r w:rsidRPr="001C29DB">
              <w:rPr>
                <w:rFonts w:ascii="Times New Roman" w:hAnsi="Times New Roman" w:cs="Times New Roman"/>
              </w:rPr>
              <w:t xml:space="preserve">WORD: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96"/>
              <w:gridCol w:w="2106"/>
            </w:tblGrid>
            <w:tr w:rsidR="00D45971" w:rsidRPr="001C29DB" w14:paraId="4C6CA00B" w14:textId="77777777" w:rsidTr="007410A6">
              <w:tc>
                <w:tcPr>
                  <w:tcW w:w="2278" w:type="dxa"/>
                </w:tcPr>
                <w:p w14:paraId="630F7C66" w14:textId="77777777" w:rsidR="00D45971" w:rsidRPr="001C29DB" w:rsidRDefault="007B7665" w:rsidP="007410A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My definition</w:t>
                  </w:r>
                  <w:r w:rsidR="00D45971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  <w:p w14:paraId="642447D8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5EE50DCC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144F2D45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3C886198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5714E088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14:paraId="56F692DA" w14:textId="77777777" w:rsidR="00D45971" w:rsidRPr="001C29DB" w:rsidRDefault="007B7665" w:rsidP="007410A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Definition</w:t>
                  </w:r>
                  <w:r w:rsidR="00D45971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</w:tc>
            </w:tr>
            <w:tr w:rsidR="00D45971" w:rsidRPr="001C29DB" w14:paraId="02811545" w14:textId="77777777" w:rsidTr="007410A6">
              <w:tc>
                <w:tcPr>
                  <w:tcW w:w="2278" w:type="dxa"/>
                </w:tcPr>
                <w:p w14:paraId="7E44A095" w14:textId="77777777" w:rsidR="00D45971" w:rsidRPr="001C29DB" w:rsidRDefault="007B7665" w:rsidP="007410A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Example</w:t>
                  </w:r>
                  <w:r w:rsidR="00D45971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  <w:p w14:paraId="29D1651F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61212CCD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50C0ACCF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0AB2501A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75B7B32F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14:paraId="236205B1" w14:textId="77777777" w:rsidR="00D45971" w:rsidRPr="001C29DB" w:rsidRDefault="007B7665" w:rsidP="007410A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Non-example</w:t>
                  </w:r>
                  <w:r w:rsidR="00D45971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</w:tc>
            </w:tr>
          </w:tbl>
          <w:p w14:paraId="2D19B3DC" w14:textId="77777777" w:rsidR="00D45971" w:rsidRPr="001C29DB" w:rsidRDefault="00D45971" w:rsidP="007410A6">
            <w:pPr>
              <w:rPr>
                <w:rFonts w:ascii="Times New Roman" w:hAnsi="Times New Roman" w:cs="Times New Roman"/>
              </w:rPr>
            </w:pPr>
          </w:p>
          <w:p w14:paraId="4E15D6D1" w14:textId="77777777" w:rsidR="00D45971" w:rsidRDefault="00D45971" w:rsidP="007410A6">
            <w:pPr>
              <w:rPr>
                <w:rFonts w:ascii="Times New Roman" w:hAnsi="Times New Roman" w:cs="Times New Roman"/>
              </w:rPr>
            </w:pPr>
          </w:p>
          <w:p w14:paraId="36DEDCE1" w14:textId="77777777" w:rsidR="007B7665" w:rsidRDefault="007B7665" w:rsidP="007410A6">
            <w:pPr>
              <w:rPr>
                <w:rFonts w:ascii="Times New Roman" w:hAnsi="Times New Roman" w:cs="Times New Roman"/>
              </w:rPr>
            </w:pPr>
          </w:p>
          <w:p w14:paraId="1ECC6C1F" w14:textId="77777777" w:rsidR="007B7665" w:rsidRPr="001C29DB" w:rsidRDefault="007B7665" w:rsidP="00741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8" w:type="dxa"/>
          </w:tcPr>
          <w:p w14:paraId="235CA693" w14:textId="77777777" w:rsidR="00D45971" w:rsidRPr="001C29DB" w:rsidRDefault="00D45971" w:rsidP="007410A6">
            <w:pPr>
              <w:rPr>
                <w:rFonts w:ascii="Times New Roman" w:hAnsi="Times New Roman" w:cs="Times New Roman"/>
              </w:rPr>
            </w:pPr>
            <w:r w:rsidRPr="001C29DB">
              <w:rPr>
                <w:rFonts w:ascii="Times New Roman" w:hAnsi="Times New Roman" w:cs="Times New Roman"/>
              </w:rPr>
              <w:t xml:space="preserve">WORD: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96"/>
              <w:gridCol w:w="2106"/>
            </w:tblGrid>
            <w:tr w:rsidR="00D45971" w:rsidRPr="001C29DB" w14:paraId="07D94B0C" w14:textId="77777777" w:rsidTr="007410A6">
              <w:tc>
                <w:tcPr>
                  <w:tcW w:w="2278" w:type="dxa"/>
                </w:tcPr>
                <w:p w14:paraId="346F098E" w14:textId="77777777" w:rsidR="00D45971" w:rsidRPr="001C29DB" w:rsidRDefault="007B7665" w:rsidP="007410A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My d</w:t>
                  </w:r>
                  <w:r w:rsidR="00D45971" w:rsidRPr="001C29DB">
                    <w:rPr>
                      <w:rFonts w:ascii="Times New Roman" w:hAnsi="Times New Roman" w:cs="Times New Roman"/>
                    </w:rPr>
                    <w:t>efinition:</w:t>
                  </w:r>
                </w:p>
                <w:p w14:paraId="22CE5040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5FE95B8C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166A01D3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7BD4A7B5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2832C377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14:paraId="3E8177AF" w14:textId="77777777" w:rsidR="00D45971" w:rsidRPr="001C29DB" w:rsidRDefault="007B7665" w:rsidP="007410A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Definition</w:t>
                  </w:r>
                  <w:r w:rsidR="00D45971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</w:tc>
            </w:tr>
            <w:tr w:rsidR="00D45971" w:rsidRPr="001C29DB" w14:paraId="08642031" w14:textId="77777777" w:rsidTr="007410A6">
              <w:tc>
                <w:tcPr>
                  <w:tcW w:w="2278" w:type="dxa"/>
                </w:tcPr>
                <w:p w14:paraId="3620B000" w14:textId="77777777" w:rsidR="00D45971" w:rsidRPr="001C29DB" w:rsidRDefault="007B7665" w:rsidP="007410A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Example</w:t>
                  </w:r>
                  <w:r w:rsidR="00D45971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  <w:p w14:paraId="1F0CC306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47A27A8C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3F441DA2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3331A259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122E09A6" w14:textId="77777777" w:rsidR="00D45971" w:rsidRPr="001C29DB" w:rsidRDefault="00D45971" w:rsidP="007410A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14:paraId="0B34EC91" w14:textId="77777777" w:rsidR="00D45971" w:rsidRPr="001C29DB" w:rsidRDefault="007B7665" w:rsidP="007410A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Non-example</w:t>
                  </w:r>
                  <w:r w:rsidR="00D45971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</w:tc>
            </w:tr>
          </w:tbl>
          <w:p w14:paraId="04339D0B" w14:textId="77777777" w:rsidR="00D45971" w:rsidRPr="001C29DB" w:rsidRDefault="00D45971" w:rsidP="007410A6">
            <w:pPr>
              <w:rPr>
                <w:rFonts w:ascii="Times New Roman" w:hAnsi="Times New Roman" w:cs="Times New Roman"/>
              </w:rPr>
            </w:pPr>
          </w:p>
          <w:p w14:paraId="4B1C6D09" w14:textId="77777777" w:rsidR="00D45971" w:rsidRPr="001C29DB" w:rsidRDefault="00D45971" w:rsidP="007410A6">
            <w:pPr>
              <w:rPr>
                <w:rFonts w:ascii="Times New Roman" w:hAnsi="Times New Roman" w:cs="Times New Roman"/>
              </w:rPr>
            </w:pPr>
          </w:p>
        </w:tc>
      </w:tr>
      <w:tr w:rsidR="007410A6" w:rsidRPr="001C29DB" w14:paraId="3DA5B01B" w14:textId="77777777" w:rsidTr="00D45971">
        <w:trPr>
          <w:gridAfter w:val="1"/>
          <w:wAfter w:w="4428" w:type="dxa"/>
        </w:trPr>
        <w:tc>
          <w:tcPr>
            <w:tcW w:w="4428" w:type="dxa"/>
          </w:tcPr>
          <w:p w14:paraId="55E08576" w14:textId="77777777" w:rsidR="007410A6" w:rsidRPr="001C29DB" w:rsidRDefault="007410A6" w:rsidP="007410A6">
            <w:pPr>
              <w:rPr>
                <w:rFonts w:ascii="Times New Roman" w:hAnsi="Times New Roman" w:cs="Times New Roman"/>
              </w:rPr>
            </w:pPr>
            <w:r w:rsidRPr="001C29DB">
              <w:rPr>
                <w:rFonts w:ascii="Times New Roman" w:hAnsi="Times New Roman" w:cs="Times New Roman"/>
              </w:rPr>
              <w:lastRenderedPageBreak/>
              <w:t xml:space="preserve">WORD: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96"/>
              <w:gridCol w:w="2106"/>
            </w:tblGrid>
            <w:tr w:rsidR="007410A6" w:rsidRPr="001C29DB" w14:paraId="1926F93A" w14:textId="77777777" w:rsidTr="007410A6">
              <w:tc>
                <w:tcPr>
                  <w:tcW w:w="2278" w:type="dxa"/>
                </w:tcPr>
                <w:p w14:paraId="216CDC8E" w14:textId="77777777" w:rsidR="007410A6" w:rsidRPr="001C29DB" w:rsidRDefault="007410A6" w:rsidP="007410A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My d</w:t>
                  </w:r>
                  <w:r w:rsidRPr="001C29DB">
                    <w:rPr>
                      <w:rFonts w:ascii="Times New Roman" w:hAnsi="Times New Roman" w:cs="Times New Roman"/>
                    </w:rPr>
                    <w:t>efinition:</w:t>
                  </w:r>
                </w:p>
                <w:p w14:paraId="68560182" w14:textId="77777777" w:rsidR="007410A6" w:rsidRPr="001C29DB" w:rsidRDefault="007410A6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4684D4D5" w14:textId="77777777" w:rsidR="007410A6" w:rsidRPr="001C29DB" w:rsidRDefault="007410A6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70E5CBD6" w14:textId="77777777" w:rsidR="007410A6" w:rsidRPr="001C29DB" w:rsidRDefault="007410A6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3AC9D67D" w14:textId="77777777" w:rsidR="007410A6" w:rsidRPr="001C29DB" w:rsidRDefault="007410A6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6C365C17" w14:textId="77777777" w:rsidR="007410A6" w:rsidRPr="001C29DB" w:rsidRDefault="007410A6" w:rsidP="007410A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14:paraId="7C77C0A8" w14:textId="77777777" w:rsidR="007410A6" w:rsidRPr="001C29DB" w:rsidRDefault="007410A6" w:rsidP="007410A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Definition:</w:t>
                  </w:r>
                </w:p>
              </w:tc>
            </w:tr>
            <w:tr w:rsidR="007410A6" w:rsidRPr="001C29DB" w14:paraId="5AB1A379" w14:textId="77777777" w:rsidTr="007410A6">
              <w:tc>
                <w:tcPr>
                  <w:tcW w:w="2278" w:type="dxa"/>
                </w:tcPr>
                <w:p w14:paraId="0733D3DB" w14:textId="77777777" w:rsidR="007410A6" w:rsidRPr="001C29DB" w:rsidRDefault="007410A6" w:rsidP="007410A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Example:</w:t>
                  </w:r>
                </w:p>
                <w:p w14:paraId="6A532B5C" w14:textId="77777777" w:rsidR="007410A6" w:rsidRPr="001C29DB" w:rsidRDefault="007410A6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13B3481C" w14:textId="77777777" w:rsidR="007410A6" w:rsidRPr="001C29DB" w:rsidRDefault="007410A6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5FE20BEC" w14:textId="77777777" w:rsidR="007410A6" w:rsidRPr="001C29DB" w:rsidRDefault="007410A6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7DF04DF3" w14:textId="77777777" w:rsidR="007410A6" w:rsidRPr="001C29DB" w:rsidRDefault="007410A6" w:rsidP="007410A6">
                  <w:pPr>
                    <w:rPr>
                      <w:rFonts w:ascii="Times New Roman" w:hAnsi="Times New Roman" w:cs="Times New Roman"/>
                    </w:rPr>
                  </w:pPr>
                </w:p>
                <w:p w14:paraId="06EB4EBA" w14:textId="77777777" w:rsidR="007410A6" w:rsidRPr="001C29DB" w:rsidRDefault="007410A6" w:rsidP="007410A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14:paraId="0C37FB55" w14:textId="77777777" w:rsidR="007410A6" w:rsidRPr="001C29DB" w:rsidRDefault="007410A6" w:rsidP="007410A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Non-example</w:t>
                  </w:r>
                  <w:r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</w:tc>
            </w:tr>
          </w:tbl>
          <w:p w14:paraId="6BD9509D" w14:textId="77777777" w:rsidR="007410A6" w:rsidRPr="001C29DB" w:rsidRDefault="007410A6" w:rsidP="007410A6">
            <w:pPr>
              <w:rPr>
                <w:rFonts w:ascii="Times New Roman" w:hAnsi="Times New Roman" w:cs="Times New Roman"/>
              </w:rPr>
            </w:pPr>
          </w:p>
          <w:p w14:paraId="0AF69A50" w14:textId="77777777" w:rsidR="007410A6" w:rsidRPr="001C29DB" w:rsidRDefault="007410A6" w:rsidP="007410A6">
            <w:pPr>
              <w:rPr>
                <w:rFonts w:ascii="Times New Roman" w:hAnsi="Times New Roman" w:cs="Times New Roman"/>
              </w:rPr>
            </w:pPr>
          </w:p>
        </w:tc>
      </w:tr>
    </w:tbl>
    <w:p w14:paraId="1861D0A1" w14:textId="77777777" w:rsidR="00D45971" w:rsidRDefault="00D45971" w:rsidP="00D45971">
      <w:pPr>
        <w:pStyle w:val="ListParagraph"/>
      </w:pPr>
    </w:p>
    <w:p w14:paraId="758AA1CA" w14:textId="73121D59" w:rsidR="007410A6" w:rsidRDefault="001716A3" w:rsidP="001716A3">
      <w:pPr>
        <w:pStyle w:val="ListParagraph"/>
        <w:numPr>
          <w:ilvl w:val="0"/>
          <w:numId w:val="1"/>
        </w:numPr>
      </w:pPr>
      <w:r>
        <w:t>Complete the vocabulary Tic-Tac-Toe</w:t>
      </w:r>
    </w:p>
    <w:p w14:paraId="79BC4850" w14:textId="77777777" w:rsidR="001716A3" w:rsidRDefault="001716A3" w:rsidP="001716A3">
      <w:pPr>
        <w:pStyle w:val="ListParagraph"/>
      </w:pPr>
    </w:p>
    <w:p w14:paraId="7FAABA7B" w14:textId="77777777" w:rsidR="001716A3" w:rsidRDefault="001716A3" w:rsidP="001716A3">
      <w:pPr>
        <w:pStyle w:val="ListParagraph"/>
      </w:pPr>
    </w:p>
    <w:p w14:paraId="6C3084D7" w14:textId="77777777" w:rsidR="001716A3" w:rsidRDefault="001716A3" w:rsidP="001716A3">
      <w:pPr>
        <w:pStyle w:val="ListParagraph"/>
      </w:pPr>
    </w:p>
    <w:p w14:paraId="4EC61DD7" w14:textId="77777777" w:rsidR="00646EA6" w:rsidRDefault="00646EA6" w:rsidP="00646EA6"/>
    <w:p w14:paraId="21739CE5" w14:textId="77777777" w:rsidR="00646EA6" w:rsidRDefault="00646EA6" w:rsidP="001716A3">
      <w:pPr>
        <w:pStyle w:val="ListParagraph"/>
      </w:pPr>
    </w:p>
    <w:p w14:paraId="16FEB7F0" w14:textId="77777777" w:rsidR="00646EA6" w:rsidRDefault="00646EA6" w:rsidP="00646EA6">
      <w:pPr>
        <w:tabs>
          <w:tab w:val="left" w:pos="2260"/>
        </w:tabs>
      </w:pPr>
      <w:r>
        <w:t>Game 1</w:t>
      </w:r>
    </w:p>
    <w:tbl>
      <w:tblPr>
        <w:tblStyle w:val="TableGrid"/>
        <w:tblpPr w:leftFromText="180" w:rightFromText="180" w:vertAnchor="page" w:horzAnchor="page" w:tblpX="1909" w:tblpY="2881"/>
        <w:tblW w:w="0" w:type="auto"/>
        <w:tblLook w:val="04A0" w:firstRow="1" w:lastRow="0" w:firstColumn="1" w:lastColumn="0" w:noHBand="0" w:noVBand="1"/>
      </w:tblPr>
      <w:tblGrid>
        <w:gridCol w:w="3128"/>
        <w:gridCol w:w="3128"/>
        <w:gridCol w:w="3128"/>
      </w:tblGrid>
      <w:tr w:rsidR="00646EA6" w14:paraId="77E1DE05" w14:textId="77777777" w:rsidTr="00646EA6">
        <w:trPr>
          <w:trHeight w:val="1390"/>
        </w:trPr>
        <w:tc>
          <w:tcPr>
            <w:tcW w:w="3128" w:type="dxa"/>
          </w:tcPr>
          <w:p w14:paraId="6E276199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77D81833" w14:textId="77777777" w:rsidR="00646EA6" w:rsidRDefault="00646EA6" w:rsidP="00646EA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A22EEE" wp14:editId="48EF464A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22860</wp:posOffset>
                      </wp:positionV>
                      <wp:extent cx="711835" cy="478155"/>
                      <wp:effectExtent l="0" t="0" r="12065" b="1714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1835" cy="47815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id="Rectangle 5" o:spid="_x0000_s1026" style="position:absolute;margin-left:26.6pt;margin-top:1.8pt;width:56.05pt;height:37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" fillcolor="white [3201]" strokecolor="#4f81bd [3204]" strokeweight="2pt"/>
                  </w:pict>
                </mc:Fallback>
              </mc:AlternateContent>
            </w:r>
          </w:p>
          <w:p w14:paraId="382552D7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0AE7D4C1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7AD9B0FF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0C683262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146183F0" w14:textId="0013FC73" w:rsidR="00646EA6" w:rsidRPr="00EA5C7E" w:rsidRDefault="00A9567A" w:rsidP="00646EA6">
            <w:pPr>
              <w:jc w:val="center"/>
            </w:pPr>
            <w:r w:rsidRPr="00EA5C7E">
              <w:t>The main character in a novel, play, or story</w:t>
            </w:r>
          </w:p>
        </w:tc>
        <w:tc>
          <w:tcPr>
            <w:tcW w:w="3128" w:type="dxa"/>
          </w:tcPr>
          <w:p w14:paraId="7C0F59B6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73F19EEA" w14:textId="77777777" w:rsidR="00646EA6" w:rsidRDefault="00646EA6" w:rsidP="00646EA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6858F4" wp14:editId="24295AD7">
                      <wp:simplePos x="0" y="0"/>
                      <wp:positionH relativeFrom="column">
                        <wp:posOffset>352425</wp:posOffset>
                      </wp:positionH>
                      <wp:positionV relativeFrom="paragraph">
                        <wp:posOffset>76200</wp:posOffset>
                      </wp:positionV>
                      <wp:extent cx="711835" cy="478155"/>
                      <wp:effectExtent l="0" t="0" r="12065" b="1714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1835" cy="47815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id="Rectangle 8" o:spid="_x0000_s1026" style="position:absolute;margin-left:27.75pt;margin-top:6pt;width:56.05pt;height:37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" fillcolor="white [3201]" strokecolor="#4f81bd [3204]" strokeweight="2pt"/>
                  </w:pict>
                </mc:Fallback>
              </mc:AlternateContent>
            </w:r>
          </w:p>
          <w:p w14:paraId="176A6455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6797C4F4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446BA7B2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710D3672" w14:textId="77777777" w:rsidR="00646EA6" w:rsidRPr="00EA5C7E" w:rsidRDefault="00646EA6" w:rsidP="00646EA6">
            <w:pPr>
              <w:jc w:val="center"/>
            </w:pPr>
          </w:p>
          <w:p w14:paraId="22EEAB00" w14:textId="3889BCAE" w:rsidR="00646EA6" w:rsidRPr="005A1BB8" w:rsidRDefault="00A9567A" w:rsidP="00646EA6">
            <w:pPr>
              <w:jc w:val="center"/>
              <w:rPr>
                <w:sz w:val="16"/>
                <w:szCs w:val="16"/>
              </w:rPr>
            </w:pPr>
            <w:r w:rsidRPr="00EA5C7E">
              <w:t>When something happens but it is not expected</w:t>
            </w:r>
          </w:p>
        </w:tc>
        <w:tc>
          <w:tcPr>
            <w:tcW w:w="3128" w:type="dxa"/>
          </w:tcPr>
          <w:p w14:paraId="3922F4F2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0D1BA881" w14:textId="77777777" w:rsidR="00646EA6" w:rsidRDefault="00646EA6" w:rsidP="00646EA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8EA78C" wp14:editId="38BE7D9A">
                      <wp:simplePos x="0" y="0"/>
                      <wp:positionH relativeFrom="column">
                        <wp:posOffset>315432</wp:posOffset>
                      </wp:positionH>
                      <wp:positionV relativeFrom="paragraph">
                        <wp:posOffset>49530</wp:posOffset>
                      </wp:positionV>
                      <wp:extent cx="711835" cy="478155"/>
                      <wp:effectExtent l="0" t="0" r="12065" b="1714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1835" cy="47815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id="Rectangle 9" o:spid="_x0000_s1026" style="position:absolute;margin-left:24.85pt;margin-top:3.9pt;width:56.05pt;height:37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" fillcolor="white [3201]" strokecolor="#4f81bd [3204]" strokeweight="2pt"/>
                  </w:pict>
                </mc:Fallback>
              </mc:AlternateContent>
            </w:r>
          </w:p>
          <w:p w14:paraId="791C265D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47F8C541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2DB4380A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75D6A0E9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6FE9D01D" w14:textId="3006E3C4" w:rsidR="00646EA6" w:rsidRPr="00EA5C7E" w:rsidRDefault="00EA5C7E" w:rsidP="00A9567A">
            <w:pPr>
              <w:jc w:val="center"/>
            </w:pPr>
            <w:r w:rsidRPr="00EA5C7E">
              <w:t>A struggle between opposing forces</w:t>
            </w:r>
          </w:p>
        </w:tc>
      </w:tr>
      <w:tr w:rsidR="00646EA6" w14:paraId="243D4DE7" w14:textId="77777777" w:rsidTr="00646EA6">
        <w:trPr>
          <w:trHeight w:val="1390"/>
        </w:trPr>
        <w:tc>
          <w:tcPr>
            <w:tcW w:w="3128" w:type="dxa"/>
          </w:tcPr>
          <w:p w14:paraId="2F0F5ED4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7BB5ABFA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EE54B51" wp14:editId="3D87627B">
                      <wp:simplePos x="0" y="0"/>
                      <wp:positionH relativeFrom="column">
                        <wp:posOffset>338455</wp:posOffset>
                      </wp:positionH>
                      <wp:positionV relativeFrom="paragraph">
                        <wp:posOffset>-5080</wp:posOffset>
                      </wp:positionV>
                      <wp:extent cx="711835" cy="478155"/>
                      <wp:effectExtent l="0" t="0" r="12065" b="1714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1835" cy="47815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id="Rectangle 1" o:spid="_x0000_s1026" style="position:absolute;margin-left:26.65pt;margin-top:-.35pt;width:56.05pt;height:37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" fillcolor="white [3201]" strokecolor="#4f81bd [3204]" strokeweight="2pt"/>
                  </w:pict>
                </mc:Fallback>
              </mc:AlternateContent>
            </w:r>
          </w:p>
          <w:p w14:paraId="0393822C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4CF57846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0013E84E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16C3A7C5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28A4BABF" w14:textId="63495E86" w:rsidR="00646EA6" w:rsidRPr="00EA5C7E" w:rsidRDefault="00EA5C7E" w:rsidP="00EA5C7E">
            <w:pPr>
              <w:jc w:val="center"/>
            </w:pPr>
            <w:r w:rsidRPr="00EA5C7E">
              <w:t>Series of events</w:t>
            </w:r>
          </w:p>
        </w:tc>
        <w:tc>
          <w:tcPr>
            <w:tcW w:w="3128" w:type="dxa"/>
          </w:tcPr>
          <w:p w14:paraId="529D0C46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6DECBFEE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DD9CC7F" wp14:editId="7786E65F">
                      <wp:simplePos x="0" y="0"/>
                      <wp:positionH relativeFrom="column">
                        <wp:posOffset>345337</wp:posOffset>
                      </wp:positionH>
                      <wp:positionV relativeFrom="paragraph">
                        <wp:posOffset>32223</wp:posOffset>
                      </wp:positionV>
                      <wp:extent cx="711835" cy="478155"/>
                      <wp:effectExtent l="0" t="0" r="12065" b="1714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1835" cy="47815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id="Rectangle 2" o:spid="_x0000_s1026" style="position:absolute;margin-left:27.2pt;margin-top:2.55pt;width:56.05pt;height:37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" fillcolor="white [3201]" strokecolor="#4f81bd [3204]" strokeweight="2pt"/>
                  </w:pict>
                </mc:Fallback>
              </mc:AlternateContent>
            </w:r>
          </w:p>
          <w:p w14:paraId="2E8BF9E2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4AFE26A5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131D7617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6C480447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21D91347" w14:textId="40649F42" w:rsidR="00646EA6" w:rsidRDefault="00EA5C7E" w:rsidP="00646EA6">
            <w:pPr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</w:rPr>
              <w:t>an insight about human life that the author shares with the reader</w:t>
            </w:r>
          </w:p>
        </w:tc>
        <w:tc>
          <w:tcPr>
            <w:tcW w:w="3128" w:type="dxa"/>
          </w:tcPr>
          <w:p w14:paraId="1FC54B75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6EEC97F9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D40BA3C" wp14:editId="07353CAF">
                      <wp:simplePos x="0" y="0"/>
                      <wp:positionH relativeFrom="column">
                        <wp:posOffset>339725</wp:posOffset>
                      </wp:positionH>
                      <wp:positionV relativeFrom="paragraph">
                        <wp:posOffset>99695</wp:posOffset>
                      </wp:positionV>
                      <wp:extent cx="711835" cy="478155"/>
                      <wp:effectExtent l="0" t="0" r="12065" b="1714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1835" cy="47815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id="Rectangle 3" o:spid="_x0000_s1026" style="position:absolute;margin-left:26.75pt;margin-top:7.85pt;width:56.05pt;height:37.6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" fillcolor="white [3201]" strokecolor="#4f81bd [3204]" strokeweight="2pt"/>
                  </w:pict>
                </mc:Fallback>
              </mc:AlternateContent>
            </w:r>
          </w:p>
          <w:p w14:paraId="058F2ECF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61037EB5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5E20D8D8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2D2BB04F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00179860" w14:textId="10A4F3B4" w:rsidR="00646EA6" w:rsidRDefault="00EA5C7E" w:rsidP="00646EA6">
            <w:pPr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</w:rPr>
              <w:t>a tool authors use to create and develop characters</w:t>
            </w:r>
          </w:p>
        </w:tc>
      </w:tr>
      <w:tr w:rsidR="00646EA6" w14:paraId="521F503B" w14:textId="77777777" w:rsidTr="00646EA6">
        <w:trPr>
          <w:trHeight w:val="1470"/>
        </w:trPr>
        <w:tc>
          <w:tcPr>
            <w:tcW w:w="3128" w:type="dxa"/>
          </w:tcPr>
          <w:p w14:paraId="5EE26525" w14:textId="77777777" w:rsidR="00646EA6" w:rsidRPr="005A1BB8" w:rsidRDefault="00646EA6" w:rsidP="00646EA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065B17C" wp14:editId="7856A674">
                      <wp:simplePos x="0" y="0"/>
                      <wp:positionH relativeFrom="column">
                        <wp:posOffset>337599</wp:posOffset>
                      </wp:positionH>
                      <wp:positionV relativeFrom="paragraph">
                        <wp:posOffset>102870</wp:posOffset>
                      </wp:positionV>
                      <wp:extent cx="711835" cy="478155"/>
                      <wp:effectExtent l="0" t="0" r="12065" b="1714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1835" cy="47815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id="Rectangle 4" o:spid="_x0000_s1026" style="position:absolute;margin-left:26.6pt;margin-top:8.1pt;width:56.05pt;height:37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" fillcolor="white [3201]" strokecolor="#4f81bd [3204]" strokeweight="2pt"/>
                  </w:pict>
                </mc:Fallback>
              </mc:AlternateContent>
            </w:r>
          </w:p>
          <w:p w14:paraId="2E4F15D5" w14:textId="77777777" w:rsidR="00646EA6" w:rsidRPr="005A1BB8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2B055A9B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0771B811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30AF09CB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46176B44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0B7AE43A" w14:textId="5B8DAAEB" w:rsidR="00646EA6" w:rsidRPr="005A1BB8" w:rsidRDefault="00EA5C7E" w:rsidP="00646EA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>an archetype that faces obstacles and triumphs; is frequently courageous, strong, and determined</w:t>
            </w:r>
          </w:p>
        </w:tc>
        <w:tc>
          <w:tcPr>
            <w:tcW w:w="3128" w:type="dxa"/>
          </w:tcPr>
          <w:p w14:paraId="0492345B" w14:textId="77777777" w:rsidR="00646EA6" w:rsidRDefault="00646EA6" w:rsidP="00646EA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F3CAA20" wp14:editId="45575C60">
                      <wp:simplePos x="0" y="0"/>
                      <wp:positionH relativeFrom="column">
                        <wp:posOffset>352425</wp:posOffset>
                      </wp:positionH>
                      <wp:positionV relativeFrom="paragraph">
                        <wp:posOffset>102235</wp:posOffset>
                      </wp:positionV>
                      <wp:extent cx="711835" cy="478155"/>
                      <wp:effectExtent l="0" t="0" r="12065" b="1714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1835" cy="47815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id="Rectangle 7" o:spid="_x0000_s1026" style="position:absolute;margin-left:27.75pt;margin-top:8.05pt;width:56.05pt;height:37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" fillcolor="white [3201]" strokecolor="#4f81bd [3204]" strokeweight="2pt"/>
                  </w:pict>
                </mc:Fallback>
              </mc:AlternateContent>
            </w:r>
          </w:p>
          <w:p w14:paraId="77EF2BC5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2D6F24EC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1BE82B0F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34C89034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0D50E5BF" w14:textId="77777777" w:rsidR="00646EA6" w:rsidRDefault="00646EA6" w:rsidP="00646EA6">
            <w:pPr>
              <w:jc w:val="center"/>
              <w:rPr>
                <w:sz w:val="16"/>
                <w:szCs w:val="16"/>
              </w:rPr>
            </w:pPr>
          </w:p>
          <w:p w14:paraId="738A9578" w14:textId="5AF13303" w:rsidR="00646EA6" w:rsidRPr="005A1BB8" w:rsidRDefault="00EA5C7E" w:rsidP="00EA5C7E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</w:rPr>
              <w:t>the ending of a story</w:t>
            </w:r>
          </w:p>
        </w:tc>
        <w:tc>
          <w:tcPr>
            <w:tcW w:w="3128" w:type="dxa"/>
          </w:tcPr>
          <w:p w14:paraId="26950891" w14:textId="77777777" w:rsidR="00646EA6" w:rsidRDefault="00646EA6" w:rsidP="00646EA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37FA50B" wp14:editId="12EB6C7E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102870</wp:posOffset>
                      </wp:positionV>
                      <wp:extent cx="711835" cy="478155"/>
                      <wp:effectExtent l="0" t="0" r="12065" b="1714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1835" cy="47815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id="Rectangle 12" o:spid="_x0000_s1026" style="position:absolute;margin-left:24.6pt;margin-top:8.1pt;width:56.05pt;height:37.6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" fillcolor="white [3201]" strokecolor="#4f81bd [3204]" strokeweight="2pt"/>
                  </w:pict>
                </mc:Fallback>
              </mc:AlternateContent>
            </w:r>
          </w:p>
          <w:p w14:paraId="3E7672C6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611DF670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5583FEBA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43D00FD2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1FFBB47F" w14:textId="77777777" w:rsidR="00646EA6" w:rsidRDefault="00646EA6" w:rsidP="00646EA6">
            <w:pPr>
              <w:rPr>
                <w:sz w:val="16"/>
                <w:szCs w:val="16"/>
              </w:rPr>
            </w:pPr>
          </w:p>
          <w:p w14:paraId="16483160" w14:textId="4C8B4401" w:rsidR="00646EA6" w:rsidRPr="00EA5C7E" w:rsidRDefault="00EA5C7E" w:rsidP="00646EA6">
            <w:pPr>
              <w:jc w:val="center"/>
            </w:pPr>
            <w:r w:rsidRPr="00EA5C7E">
              <w:rPr>
                <w:rFonts w:ascii="Times New Roman" w:eastAsia="Times New Roman" w:hAnsi="Times New Roman" w:cs="Times New Roman"/>
              </w:rPr>
              <w:t>the turning point in a story</w:t>
            </w:r>
          </w:p>
          <w:p w14:paraId="6A9ADD0E" w14:textId="723EDB92" w:rsidR="00646EA6" w:rsidRPr="005A1BB8" w:rsidRDefault="00646EA6" w:rsidP="00646EA6">
            <w:pPr>
              <w:jc w:val="center"/>
              <w:rPr>
                <w:sz w:val="16"/>
                <w:szCs w:val="16"/>
              </w:rPr>
            </w:pPr>
          </w:p>
        </w:tc>
      </w:tr>
      <w:tr w:rsidR="00646EA6" w:rsidRPr="005A1BB8" w14:paraId="6D549342" w14:textId="77777777" w:rsidTr="00646EA6">
        <w:trPr>
          <w:trHeight w:val="1470"/>
        </w:trPr>
        <w:tc>
          <w:tcPr>
            <w:tcW w:w="3128" w:type="dxa"/>
          </w:tcPr>
          <w:p w14:paraId="1655C1BA" w14:textId="77777777" w:rsidR="00646EA6" w:rsidRPr="005A1BB8" w:rsidRDefault="00646EA6" w:rsidP="00646EA6">
            <w:pPr>
              <w:rPr>
                <w:sz w:val="16"/>
                <w:szCs w:val="16"/>
              </w:rPr>
            </w:pPr>
          </w:p>
        </w:tc>
        <w:tc>
          <w:tcPr>
            <w:tcW w:w="3128" w:type="dxa"/>
          </w:tcPr>
          <w:p w14:paraId="72F5AB53" w14:textId="77777777" w:rsidR="00646EA6" w:rsidRPr="005A1BB8" w:rsidRDefault="00646EA6" w:rsidP="00646E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28" w:type="dxa"/>
          </w:tcPr>
          <w:p w14:paraId="55BA762E" w14:textId="77777777" w:rsidR="00646EA6" w:rsidRPr="005A1BB8" w:rsidRDefault="00646EA6" w:rsidP="00646EA6">
            <w:pPr>
              <w:jc w:val="center"/>
              <w:rPr>
                <w:sz w:val="16"/>
                <w:szCs w:val="16"/>
              </w:rPr>
            </w:pPr>
          </w:p>
        </w:tc>
      </w:tr>
    </w:tbl>
    <w:p w14:paraId="6B56C439" w14:textId="77777777" w:rsidR="00646EA6" w:rsidRDefault="00646EA6" w:rsidP="00646EA6"/>
    <w:sectPr w:rsidR="00646EA6" w:rsidSect="007B76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40208"/>
    <w:multiLevelType w:val="hybridMultilevel"/>
    <w:tmpl w:val="C67061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C39"/>
    <w:rsid w:val="001716A3"/>
    <w:rsid w:val="0025621A"/>
    <w:rsid w:val="00632C39"/>
    <w:rsid w:val="00646EA6"/>
    <w:rsid w:val="00727A71"/>
    <w:rsid w:val="007410A6"/>
    <w:rsid w:val="007B7665"/>
    <w:rsid w:val="00A9567A"/>
    <w:rsid w:val="00C06213"/>
    <w:rsid w:val="00D45971"/>
    <w:rsid w:val="00EA5C7E"/>
    <w:rsid w:val="00FF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CD23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34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34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34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34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48CCFC43.dotm</Template>
  <TotalTime>0</TotalTime>
  <Pages>3</Pages>
  <Words>168</Words>
  <Characters>959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Gardner</dc:creator>
  <cp:lastModifiedBy>Gardner, Jacquelyn</cp:lastModifiedBy>
  <cp:revision>2</cp:revision>
  <dcterms:created xsi:type="dcterms:W3CDTF">2012-07-25T17:44:00Z</dcterms:created>
  <dcterms:modified xsi:type="dcterms:W3CDTF">2012-07-25T17:44:00Z</dcterms:modified>
</cp:coreProperties>
</file>